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FDE811F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615F20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7/20</w:t>
      </w:r>
      <w:r w:rsidR="00615F20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A970D1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810EB">
        <w:rPr>
          <w:rFonts w:ascii="Corbel" w:hAnsi="Corbel"/>
          <w:i/>
          <w:smallCaps/>
          <w:sz w:val="24"/>
          <w:szCs w:val="24"/>
        </w:rPr>
        <w:t>202</w:t>
      </w:r>
      <w:r w:rsidR="00615F20">
        <w:rPr>
          <w:rFonts w:ascii="Corbel" w:hAnsi="Corbel"/>
          <w:i/>
          <w:smallCaps/>
          <w:sz w:val="24"/>
          <w:szCs w:val="24"/>
        </w:rPr>
        <w:t>1</w:t>
      </w:r>
      <w:r w:rsidR="003810EB">
        <w:rPr>
          <w:rFonts w:ascii="Corbel" w:hAnsi="Corbel"/>
          <w:i/>
          <w:smallCaps/>
          <w:sz w:val="24"/>
          <w:szCs w:val="24"/>
        </w:rPr>
        <w:t>/202</w:t>
      </w:r>
      <w:r w:rsidR="00615F20">
        <w:rPr>
          <w:rFonts w:ascii="Corbel" w:hAnsi="Corbel"/>
          <w:i/>
          <w:smallCaps/>
          <w:sz w:val="24"/>
          <w:szCs w:val="24"/>
        </w:rPr>
        <w:t>2</w:t>
      </w:r>
      <w:r w:rsidR="003810EB">
        <w:rPr>
          <w:rFonts w:ascii="Corbel" w:hAnsi="Corbel"/>
          <w:i/>
          <w:smallCaps/>
          <w:sz w:val="24"/>
          <w:szCs w:val="24"/>
        </w:rPr>
        <w:t>- 20</w:t>
      </w:r>
      <w:r w:rsidR="00615F20">
        <w:rPr>
          <w:rFonts w:ascii="Corbel" w:hAnsi="Corbel"/>
          <w:i/>
          <w:smallCaps/>
          <w:sz w:val="24"/>
          <w:szCs w:val="24"/>
        </w:rPr>
        <w:t>25</w:t>
      </w:r>
      <w:r w:rsidR="003810EB">
        <w:rPr>
          <w:rFonts w:ascii="Corbel" w:hAnsi="Corbel"/>
          <w:i/>
          <w:smallCaps/>
          <w:sz w:val="24"/>
          <w:szCs w:val="24"/>
        </w:rPr>
        <w:t>/202</w:t>
      </w:r>
      <w:r w:rsidR="00615F20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66B83F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3810EB">
        <w:rPr>
          <w:rFonts w:ascii="Corbel" w:hAnsi="Corbel"/>
          <w:sz w:val="20"/>
          <w:szCs w:val="20"/>
        </w:rPr>
        <w:t>ok akademicki 2024/2025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7CE871B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CEB69C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5A250BC" w:rsidR="0085747A" w:rsidRPr="00B169DF" w:rsidRDefault="00513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10EB" w:rsidRPr="003810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7C47C1" w:rsidR="0085747A" w:rsidRPr="00B169DF" w:rsidRDefault="003810EB" w:rsidP="006F0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Ewa Bonusiak, </w:t>
            </w:r>
            <w:r w:rsidR="006F03A2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3D9A868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F0013BD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01E69D5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51021286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DD5" w14:textId="43492059" w:rsidR="006F03A2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78D88D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21E27C8" w:rsidR="0085747A" w:rsidRPr="00B169DF" w:rsidRDefault="00B428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6FDF7EC3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FB2CD4" w14:textId="72B3CA79" w:rsidR="006F03A2" w:rsidRPr="00513A17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19F37DA3" w14:textId="2D2787AB" w:rsidR="006F03A2" w:rsidRPr="006F03A2" w:rsidRDefault="006F03A2" w:rsidP="006F03A2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1041826E" w14:textId="60B46C96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258308D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E3E1E" w:rsidRPr="009C54AE" w14:paraId="0157995F" w14:textId="77777777" w:rsidTr="00B03D2A">
        <w:tc>
          <w:tcPr>
            <w:tcW w:w="1701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B03D2A">
        <w:tc>
          <w:tcPr>
            <w:tcW w:w="1701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73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B03D2A">
        <w:tc>
          <w:tcPr>
            <w:tcW w:w="1701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B03D2A">
        <w:tc>
          <w:tcPr>
            <w:tcW w:w="1701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B03D2A">
        <w:tc>
          <w:tcPr>
            <w:tcW w:w="1701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B03D2A">
        <w:tc>
          <w:tcPr>
            <w:tcW w:w="1701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B03D2A">
        <w:tc>
          <w:tcPr>
            <w:tcW w:w="1701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B03D2A">
        <w:tc>
          <w:tcPr>
            <w:tcW w:w="1701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stracji na poszczególnych szczeblach jej 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K_W07, K_W09, K_W12</w:t>
            </w:r>
          </w:p>
        </w:tc>
      </w:tr>
      <w:tr w:rsidR="008E3E1E" w:rsidRPr="005E079D" w14:paraId="4BF416BD" w14:textId="77777777" w:rsidTr="00B03D2A">
        <w:tc>
          <w:tcPr>
            <w:tcW w:w="1701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E3E1E" w:rsidRPr="005E079D" w14:paraId="75EDF48F" w14:textId="77777777" w:rsidTr="00B03D2A">
        <w:tc>
          <w:tcPr>
            <w:tcW w:w="1701" w:type="dxa"/>
          </w:tcPr>
          <w:p w14:paraId="6E192C2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B03D2A">
        <w:tc>
          <w:tcPr>
            <w:tcW w:w="1701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B03D2A">
        <w:tc>
          <w:tcPr>
            <w:tcW w:w="1701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B03D2A">
        <w:tc>
          <w:tcPr>
            <w:tcW w:w="1701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B03D2A">
        <w:tc>
          <w:tcPr>
            <w:tcW w:w="1701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B03D2A">
        <w:tc>
          <w:tcPr>
            <w:tcW w:w="1701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B03D2A">
        <w:tc>
          <w:tcPr>
            <w:tcW w:w="1701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B03D2A">
        <w:tc>
          <w:tcPr>
            <w:tcW w:w="1701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B03D2A">
        <w:tc>
          <w:tcPr>
            <w:tcW w:w="1701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A17" w:rsidRPr="0099520F" w14:paraId="640C157C" w14:textId="77777777" w:rsidTr="00B03D2A">
        <w:tc>
          <w:tcPr>
            <w:tcW w:w="9639" w:type="dxa"/>
          </w:tcPr>
          <w:p w14:paraId="16736590" w14:textId="77777777" w:rsidR="00513A17" w:rsidRPr="0099520F" w:rsidRDefault="00513A17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3A17" w:rsidRPr="0099520F" w14:paraId="45F67199" w14:textId="77777777" w:rsidTr="00B03D2A">
        <w:tc>
          <w:tcPr>
            <w:tcW w:w="9639" w:type="dxa"/>
            <w:shd w:val="clear" w:color="auto" w:fill="auto"/>
          </w:tcPr>
          <w:p w14:paraId="3EA11D86" w14:textId="77777777" w:rsidR="00513A17" w:rsidRPr="0099520F" w:rsidRDefault="00513A17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>
              <w:rPr>
                <w:rFonts w:ascii="Corbel" w:hAnsi="Corbel" w:cs="Times-Roman"/>
                <w:sz w:val="24"/>
                <w:szCs w:val="24"/>
              </w:rPr>
              <w:t xml:space="preserve"> – 1</w:t>
            </w:r>
          </w:p>
        </w:tc>
      </w:tr>
      <w:tr w:rsidR="00513A17" w:rsidRPr="0099520F" w14:paraId="7815E7EF" w14:textId="77777777" w:rsidTr="00B03D2A">
        <w:tc>
          <w:tcPr>
            <w:tcW w:w="9639" w:type="dxa"/>
            <w:shd w:val="clear" w:color="auto" w:fill="auto"/>
          </w:tcPr>
          <w:p w14:paraId="1A70E53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>
              <w:rPr>
                <w:rFonts w:ascii="Corbel" w:hAnsi="Corbel"/>
                <w:sz w:val="24"/>
                <w:szCs w:val="24"/>
              </w:rPr>
              <w:t xml:space="preserve"> - 1</w:t>
            </w:r>
          </w:p>
        </w:tc>
      </w:tr>
      <w:tr w:rsidR="00513A17" w:rsidRPr="0099520F" w14:paraId="081FEF35" w14:textId="77777777" w:rsidTr="00B03D2A">
        <w:tc>
          <w:tcPr>
            <w:tcW w:w="9639" w:type="dxa"/>
            <w:shd w:val="clear" w:color="auto" w:fill="auto"/>
          </w:tcPr>
          <w:p w14:paraId="7B6FB92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>3. Podstawowe pojęcia w teorii prawa administracyjnego - 2</w:t>
            </w:r>
          </w:p>
        </w:tc>
      </w:tr>
      <w:tr w:rsidR="00513A17" w:rsidRPr="0099520F" w14:paraId="48FBC1CB" w14:textId="77777777" w:rsidTr="00B03D2A">
        <w:tc>
          <w:tcPr>
            <w:tcW w:w="9639" w:type="dxa"/>
            <w:shd w:val="clear" w:color="auto" w:fill="auto"/>
          </w:tcPr>
          <w:p w14:paraId="4C28817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513A17" w:rsidRPr="0099520F" w14:paraId="1063649E" w14:textId="77777777" w:rsidTr="00B03D2A">
        <w:tc>
          <w:tcPr>
            <w:tcW w:w="9639" w:type="dxa"/>
            <w:shd w:val="clear" w:color="auto" w:fill="auto"/>
          </w:tcPr>
          <w:p w14:paraId="7D46637B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513A17" w:rsidRPr="0099520F" w14:paraId="36CDDAB5" w14:textId="77777777" w:rsidTr="00B03D2A">
        <w:tc>
          <w:tcPr>
            <w:tcW w:w="9639" w:type="dxa"/>
            <w:shd w:val="clear" w:color="auto" w:fill="auto"/>
          </w:tcPr>
          <w:p w14:paraId="5017A97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>
              <w:rPr>
                <w:rFonts w:ascii="Corbel" w:hAnsi="Corbel"/>
                <w:sz w:val="24"/>
                <w:szCs w:val="24"/>
              </w:rPr>
              <w:t xml:space="preserve"> - 10</w:t>
            </w:r>
          </w:p>
        </w:tc>
      </w:tr>
      <w:tr w:rsidR="00513A17" w:rsidRPr="0099520F" w14:paraId="0B432528" w14:textId="77777777" w:rsidTr="00B03D2A">
        <w:tc>
          <w:tcPr>
            <w:tcW w:w="9639" w:type="dxa"/>
            <w:shd w:val="clear" w:color="auto" w:fill="auto"/>
          </w:tcPr>
          <w:p w14:paraId="124C115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513A17" w:rsidRPr="0099520F" w14:paraId="3FAB2E9A" w14:textId="77777777" w:rsidTr="00B03D2A">
        <w:tc>
          <w:tcPr>
            <w:tcW w:w="9639" w:type="dxa"/>
            <w:shd w:val="clear" w:color="auto" w:fill="auto"/>
          </w:tcPr>
          <w:p w14:paraId="29F5397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513A17" w:rsidRPr="0099520F" w14:paraId="7B647777" w14:textId="77777777" w:rsidTr="00B03D2A">
        <w:tc>
          <w:tcPr>
            <w:tcW w:w="9639" w:type="dxa"/>
            <w:shd w:val="clear" w:color="auto" w:fill="auto"/>
          </w:tcPr>
          <w:p w14:paraId="25279A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513A17" w:rsidRPr="0099520F" w14:paraId="60353DDD" w14:textId="77777777" w:rsidTr="00B03D2A">
        <w:tc>
          <w:tcPr>
            <w:tcW w:w="9639" w:type="dxa"/>
            <w:shd w:val="clear" w:color="auto" w:fill="auto"/>
          </w:tcPr>
          <w:p w14:paraId="5848140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10. Administracja rządowa i samorząd terytorialny - 10</w:t>
            </w:r>
          </w:p>
        </w:tc>
      </w:tr>
      <w:tr w:rsidR="00513A17" w:rsidRPr="0099520F" w14:paraId="287EB965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21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513A17" w:rsidRPr="0099520F" w14:paraId="7866F283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1450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</w:t>
            </w:r>
            <w:r>
              <w:rPr>
                <w:rFonts w:ascii="Corbel" w:hAnsi="Corbel"/>
                <w:sz w:val="24"/>
                <w:szCs w:val="24"/>
              </w:rPr>
              <w:t xml:space="preserve"> paszportowe - 10</w:t>
            </w:r>
          </w:p>
        </w:tc>
      </w:tr>
      <w:tr w:rsidR="00513A17" w:rsidRPr="0099520F" w14:paraId="64BD4440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874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513A17" w:rsidRPr="0099520F" w14:paraId="5A552C4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3CB1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</w:t>
            </w:r>
            <w:r>
              <w:rPr>
                <w:rFonts w:ascii="Corbel" w:hAnsi="Corbel"/>
                <w:sz w:val="24"/>
                <w:szCs w:val="24"/>
              </w:rPr>
              <w:t>publiczne, partie polityczne - 2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513A17" w:rsidRPr="0099520F" w14:paraId="23B39CEC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F27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</w:t>
            </w:r>
            <w:r>
              <w:rPr>
                <w:rFonts w:ascii="Corbel" w:hAnsi="Corbel"/>
                <w:sz w:val="24"/>
                <w:szCs w:val="24"/>
              </w:rPr>
              <w:t>olaka - 4</w:t>
            </w:r>
          </w:p>
        </w:tc>
      </w:tr>
      <w:tr w:rsidR="00513A17" w:rsidRPr="0099520F" w14:paraId="286182D4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D8B6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6. Sposoby korzystania z wód - 1</w:t>
            </w:r>
          </w:p>
        </w:tc>
      </w:tr>
      <w:tr w:rsidR="00513A17" w:rsidRPr="0099520F" w14:paraId="46DF1812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C82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513A17" w:rsidRPr="0099520F" w14:paraId="0017B2A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4234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513A17" w:rsidRPr="0099520F" w14:paraId="0242237E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DB4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13A17" w:rsidRPr="0099520F" w14:paraId="59D1632F" w14:textId="77777777" w:rsidTr="00B03D2A">
        <w:tc>
          <w:tcPr>
            <w:tcW w:w="9639" w:type="dxa"/>
            <w:shd w:val="clear" w:color="auto" w:fill="auto"/>
          </w:tcPr>
          <w:p w14:paraId="3E583AB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>
              <w:rPr>
                <w:rFonts w:ascii="Corbel" w:hAnsi="Corbel"/>
                <w:sz w:val="24"/>
                <w:szCs w:val="24"/>
              </w:rPr>
              <w:t>60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D8587F" w14:textId="4D045AED" w:rsidR="0085747A" w:rsidRPr="00513A17" w:rsidRDefault="0085747A" w:rsidP="00513A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E3E1E" w:rsidRPr="009C54AE" w14:paraId="054128F3" w14:textId="77777777" w:rsidTr="00B03D2A">
        <w:tc>
          <w:tcPr>
            <w:tcW w:w="1985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3E1E" w:rsidRPr="009C54AE" w14:paraId="43B83839" w14:textId="77777777" w:rsidTr="00B03D2A">
        <w:tc>
          <w:tcPr>
            <w:tcW w:w="1985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B480F" w14:textId="01AABC2E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8409677" w14:textId="77777777" w:rsidTr="00B03D2A">
        <w:tc>
          <w:tcPr>
            <w:tcW w:w="1985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B46983" w14:textId="79681970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0D3A66E" w14:textId="77777777" w:rsidTr="00B03D2A">
        <w:tc>
          <w:tcPr>
            <w:tcW w:w="1985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8CAA2C8" w14:textId="32210556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3607167E" w14:textId="77777777" w:rsidTr="00B03D2A">
        <w:tc>
          <w:tcPr>
            <w:tcW w:w="1985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9A71A7" w14:textId="3B2FC328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57105313" w14:textId="77777777" w:rsidTr="00B03D2A">
        <w:tc>
          <w:tcPr>
            <w:tcW w:w="1985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9FA1D6" w14:textId="764C77BD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59C3071" w14:textId="77777777" w:rsidTr="00B03D2A">
        <w:tc>
          <w:tcPr>
            <w:tcW w:w="1985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528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74C451" w14:textId="3B18BF6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E41A228" w14:textId="77777777" w:rsidTr="00B03D2A">
        <w:tc>
          <w:tcPr>
            <w:tcW w:w="1985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BDFB3" w14:textId="63B42E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F7D406A" w14:textId="77777777" w:rsidTr="00B03D2A">
        <w:tc>
          <w:tcPr>
            <w:tcW w:w="1985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F47C5D5" w14:textId="02811B99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D836A09" w14:textId="77777777" w:rsidTr="00B03D2A">
        <w:tc>
          <w:tcPr>
            <w:tcW w:w="1985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647FB0" w14:textId="2E30E141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AC2705E" w14:textId="77777777" w:rsidTr="00B03D2A">
        <w:tc>
          <w:tcPr>
            <w:tcW w:w="1985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04D73E" w14:textId="047A4BFE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4BAF826" w14:textId="77777777" w:rsidTr="00B03D2A">
        <w:tc>
          <w:tcPr>
            <w:tcW w:w="1985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5B6EEB" w14:textId="467AA23C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A62D29D" w14:textId="77777777" w:rsidTr="00B03D2A">
        <w:tc>
          <w:tcPr>
            <w:tcW w:w="1985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0D96E6" w14:textId="6D9C8EFD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EDBD9E9" w14:textId="77777777" w:rsidTr="00B03D2A">
        <w:tc>
          <w:tcPr>
            <w:tcW w:w="1985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35892A" w14:textId="1F8F86FF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0985AF31" w14:textId="77777777" w:rsidTr="00B03D2A">
        <w:tc>
          <w:tcPr>
            <w:tcW w:w="1985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5996A09" w14:textId="4304410B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838F867" w14:textId="77777777" w:rsidTr="00B03D2A">
        <w:tc>
          <w:tcPr>
            <w:tcW w:w="1985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CEE522" w14:textId="2ABCAF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0048CAE6" w14:textId="77777777" w:rsidTr="00B03D2A">
        <w:tc>
          <w:tcPr>
            <w:tcW w:w="1985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F82FA6" w14:textId="20B16D20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10BBCD07" w14:textId="77777777" w:rsidTr="00B03D2A">
        <w:tc>
          <w:tcPr>
            <w:tcW w:w="1985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6BCD9D" w14:textId="07E78E46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E5AF1C3" w14:textId="77777777" w:rsidR="00C33C2E" w:rsidRDefault="00C33C2E" w:rsidP="00C33C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2BB5D64F" w14:textId="3F59AD52" w:rsidR="0085747A" w:rsidRPr="00B169DF" w:rsidRDefault="0085747A" w:rsidP="008E3E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250814" w:rsidR="0085747A" w:rsidRPr="00513A17" w:rsidRDefault="008E3E1E" w:rsidP="00513A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0B7F159C" w:rsidR="00C61DC5" w:rsidRPr="00B169DF" w:rsidRDefault="00296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2</w:t>
            </w:r>
            <w:r w:rsidR="008E3E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56B01E9" w:rsidR="008E3E1E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535356B" w14:textId="20F77978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192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C43D2B7" w:rsidR="0085747A" w:rsidRPr="00B169DF" w:rsidRDefault="00296609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33C2E" w:rsidRPr="0026609B" w14:paraId="318BEBC9" w14:textId="77777777" w:rsidTr="00B03D2A">
        <w:trPr>
          <w:trHeight w:val="397"/>
        </w:trPr>
        <w:tc>
          <w:tcPr>
            <w:tcW w:w="7513" w:type="dxa"/>
          </w:tcPr>
          <w:p w14:paraId="57942445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403E9C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0AED4D1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2E273037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3071831A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Wyd.6, Wydawnictwo LexisNexis, Warszawa 2013,</w:t>
            </w:r>
          </w:p>
          <w:p w14:paraId="0DBF3D1D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C982BA4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A. 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74CF35ED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C54AEF9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67C95342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C33C2E" w:rsidRPr="00800766" w14:paraId="51132A8C" w14:textId="77777777" w:rsidTr="00B03D2A">
        <w:trPr>
          <w:trHeight w:val="397"/>
        </w:trPr>
        <w:tc>
          <w:tcPr>
            <w:tcW w:w="7513" w:type="dxa"/>
          </w:tcPr>
          <w:p w14:paraId="5FE14B92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1CF9CD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FA81E8A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5FA871A4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5C1C94CA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4F84FF05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Langrod,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3C384366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557E7F10" w14:textId="77777777" w:rsidR="00C33C2E" w:rsidRPr="009F7D09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70DD6EF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79F5DD21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68312336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Michalska-Badziak,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4020C1EF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43BCB63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39A6D49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503572D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lastRenderedPageBreak/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2D82F2AD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13A4B18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303AC03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58EBC3DC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67C5A14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23C89F7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6299A7E9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3BCB8B2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AA56A00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06E042E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6472E3D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269BA618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3C3FAB4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719AA459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549FD734" w14:textId="77777777" w:rsidR="00C33C2E" w:rsidRPr="00800766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130FBCE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5DCDFF85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42D06DDA" w14:textId="77777777" w:rsidR="00C33C2E" w:rsidRPr="00800766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992E" w14:textId="77777777" w:rsidR="005615AB" w:rsidRDefault="005615AB" w:rsidP="00C16ABF">
      <w:pPr>
        <w:spacing w:after="0" w:line="240" w:lineRule="auto"/>
      </w:pPr>
      <w:r>
        <w:separator/>
      </w:r>
    </w:p>
  </w:endnote>
  <w:endnote w:type="continuationSeparator" w:id="0">
    <w:p w14:paraId="42155E59" w14:textId="77777777" w:rsidR="005615AB" w:rsidRDefault="005615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C0A7" w14:textId="77777777" w:rsidR="005615AB" w:rsidRDefault="005615AB" w:rsidP="00C16ABF">
      <w:pPr>
        <w:spacing w:after="0" w:line="240" w:lineRule="auto"/>
      </w:pPr>
      <w:r>
        <w:separator/>
      </w:r>
    </w:p>
  </w:footnote>
  <w:footnote w:type="continuationSeparator" w:id="0">
    <w:p w14:paraId="195312D5" w14:textId="77777777" w:rsidR="005615AB" w:rsidRDefault="005615AB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5676870">
    <w:abstractNumId w:val="0"/>
  </w:num>
  <w:num w:numId="2" w16cid:durableId="1208029726">
    <w:abstractNumId w:val="1"/>
  </w:num>
  <w:num w:numId="3" w16cid:durableId="82204182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3FF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660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D7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A17"/>
    <w:rsid w:val="00513B6F"/>
    <w:rsid w:val="00517C63"/>
    <w:rsid w:val="005363C4"/>
    <w:rsid w:val="00536BDE"/>
    <w:rsid w:val="00543ACC"/>
    <w:rsid w:val="005615A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5F2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823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4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28F2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2E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304E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0F81-50CA-480A-9E0F-88F53FBC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2098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2023-10-16T11:39:00Z</dcterms:created>
  <dcterms:modified xsi:type="dcterms:W3CDTF">2023-10-30T11:04:00Z</dcterms:modified>
</cp:coreProperties>
</file>